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bookmarkStart w:id="0" w:name="_Hlk39656887"/>
      <w:bookmarkEnd w:id="0"/>
      <w:r>
        <w:rPr>
          <w:rFonts w:ascii="Arial" w:hAnsi="Arial"/>
          <w:b/>
        </w:rPr>
        <w:t>Algemene beschrijving</w:t>
      </w:r>
    </w:p>
    <w:p w:rsidR="00841EAD" w:rsidRDefault="00666E4A" w:rsidP="008C5A75">
      <w:pPr>
        <w:rPr>
          <w:lang w:val="fr-BE"/>
        </w:rPr>
      </w:pPr>
      <w:bookmarkStart w:id="1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  <w:r>
        <w:rPr>
          <w:lang w:val="fr-BE"/>
        </w:rPr>
        <w:t xml:space="preserve">.  </w:t>
      </w:r>
    </w:p>
    <w:p w:rsidR="00841EAD" w:rsidRDefault="00841EAD" w:rsidP="00841EAD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F660E2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F660E2" w:rsidRPr="00C1077D" w:rsidRDefault="00F660E2" w:rsidP="00F660E2">
      <w:pPr>
        <w:rPr>
          <w:rFonts w:cs="Arial"/>
          <w:szCs w:val="24"/>
        </w:rPr>
      </w:pPr>
      <w:r w:rsidRPr="00C1077D">
        <w:rPr>
          <w:rFonts w:cs="Arial"/>
          <w:szCs w:val="24"/>
        </w:rPr>
        <w:t xml:space="preserve">Het opvangbekken is voorzien van een visueel richtsysteem (decor kaars) om de hygiëne te bevorderen en de schoonmaakwerkzaamheden te verminderen 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0A166B" w:rsidRPr="000D54BA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0A166B" w:rsidRDefault="000A166B" w:rsidP="000A166B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bookmarkEnd w:id="1"/>
    <w:p w:rsidR="008A5169" w:rsidRPr="00C206EA" w:rsidRDefault="009D27A2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Default="00480FD6" w:rsidP="00CE7BC3">
      <w:r>
        <w:t xml:space="preserve">Afvoer naar achter </w:t>
      </w:r>
    </w:p>
    <w:p w:rsidR="00841EAD" w:rsidRPr="00480FD6" w:rsidRDefault="00841EAD" w:rsidP="00CE7BC3">
      <w:r>
        <w:t>Zichtbare bevestiging</w:t>
      </w:r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F97CFB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F97CFB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Default="00F660E2" w:rsidP="002F1A08"/>
    <w:p w:rsidR="00F660E2" w:rsidRPr="002F1A08" w:rsidRDefault="00F660E2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841EAD" w:rsidRDefault="00841EAD" w:rsidP="00841EAD"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480C00">
        <w:t>s</w:t>
      </w:r>
      <w:bookmarkStart w:id="2" w:name="_GoBack"/>
      <w:bookmarkEnd w:id="2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613A26" w:rsidRPr="003E31F1" w:rsidRDefault="00613A26" w:rsidP="00613A26">
      <w:pPr>
        <w:rPr>
          <w:lang w:val="fr-BE"/>
        </w:rPr>
      </w:pP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F97CFB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2F5ABA3" wp14:editId="65B94A9A">
            <wp:extent cx="3438525" cy="349042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2885" cy="34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F97CFB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F660E2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</w:p>
  <w:p w:rsidR="00025544" w:rsidRPr="003E31F1" w:rsidRDefault="00F660E2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keratect</w:t>
    </w:r>
    <w:proofErr w:type="spellEnd"/>
    <w:r>
      <w:rPr>
        <w:rFonts w:ascii="Arial" w:hAnsi="Arial" w:cs="Arial"/>
        <w:b/>
        <w:szCs w:val="24"/>
        <w:lang w:val="fr-BE"/>
      </w:rPr>
      <w:t xml:space="preserve"> met </w:t>
    </w:r>
    <w:proofErr w:type="spellStart"/>
    <w:r>
      <w:rPr>
        <w:rFonts w:ascii="Arial" w:hAnsi="Arial" w:cs="Arial"/>
        <w:b/>
        <w:szCs w:val="24"/>
        <w:lang w:val="fr-BE"/>
      </w:rPr>
      <w:t>kaars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CFB" w:rsidRDefault="00F97C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166B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C00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1EAD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27A2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0E2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97CFB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57A4F6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15B03BE-D712-4D81-8DC3-DB314B02C1C6}"/>
</file>

<file path=customXml/itemProps2.xml><?xml version="1.0" encoding="utf-8"?>
<ds:datastoreItem xmlns:ds="http://schemas.openxmlformats.org/officeDocument/2006/customXml" ds:itemID="{0A7CB4FB-6E0E-4143-BE85-D8A7D8F240EA}"/>
</file>

<file path=customXml/itemProps3.xml><?xml version="1.0" encoding="utf-8"?>
<ds:datastoreItem xmlns:ds="http://schemas.openxmlformats.org/officeDocument/2006/customXml" ds:itemID="{780160FA-76E0-42E6-AFBC-CB5142B1C84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190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439100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